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3DD" w:rsidRDefault="002221EC" w:rsidP="003743DD">
      <w:pPr>
        <w:pStyle w:val="1"/>
        <w:suppressAutoHyphens/>
        <w:ind w:firstLine="709"/>
        <w:rPr>
          <w:rFonts w:ascii="Times New Roman" w:hAnsi="Times New Roman"/>
          <w:sz w:val="28"/>
          <w:szCs w:val="28"/>
        </w:rPr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763205545" r:id="rId9"/>
        </w:object>
      </w:r>
      <w:bookmarkStart w:id="0" w:name="_GoBack"/>
      <w:bookmarkEnd w:id="0"/>
    </w:p>
    <w:p w:rsidR="002221EC" w:rsidRPr="003743DD" w:rsidRDefault="003743DD" w:rsidP="003743DD">
      <w:pPr>
        <w:pStyle w:val="1"/>
        <w:suppressAutoHyphens/>
        <w:ind w:firstLine="709"/>
        <w:jc w:val="right"/>
      </w:pPr>
      <w:r>
        <w:rPr>
          <w:rFonts w:ascii="Times New Roman" w:hAnsi="Times New Roman" w:cs="Times New Roman"/>
        </w:rPr>
        <w:t xml:space="preserve">Проект </w:t>
      </w:r>
    </w:p>
    <w:p w:rsidR="009F5040" w:rsidRPr="0078197D" w:rsidRDefault="002D77DA" w:rsidP="003743DD">
      <w:pPr>
        <w:pStyle w:val="1"/>
        <w:suppressAutoHyphens/>
        <w:ind w:firstLine="0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</w:t>
      </w:r>
      <w:r w:rsidR="006313DE" w:rsidRPr="0078197D">
        <w:rPr>
          <w:rFonts w:ascii="Times New Roman" w:hAnsi="Times New Roman" w:cs="Times New Roman"/>
        </w:rPr>
        <w:t xml:space="preserve"> </w:t>
      </w:r>
      <w:r w:rsidR="00F033D9" w:rsidRPr="0078197D">
        <w:rPr>
          <w:rFonts w:ascii="Times New Roman" w:hAnsi="Times New Roman" w:cs="Times New Roman"/>
        </w:rPr>
        <w:t>«Ш</w:t>
      </w:r>
      <w:r w:rsidRPr="0078197D">
        <w:rPr>
          <w:rFonts w:ascii="Times New Roman" w:hAnsi="Times New Roman" w:cs="Times New Roman"/>
        </w:rPr>
        <w:t>ИЛКИНСКИЙ РАЙОН</w:t>
      </w:r>
      <w:r w:rsidR="00F033D9" w:rsidRPr="0078197D">
        <w:rPr>
          <w:rFonts w:ascii="Times New Roman" w:hAnsi="Times New Roman" w:cs="Times New Roman"/>
        </w:rPr>
        <w:t>»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6313DE" w:rsidP="006313DE">
      <w:pPr>
        <w:suppressAutoHyphens/>
        <w:ind w:firstLine="709"/>
        <w:jc w:val="center"/>
        <w:rPr>
          <w:rFonts w:ascii="Times New Roman" w:hAnsi="Times New Roman"/>
          <w:b/>
          <w:sz w:val="32"/>
        </w:rPr>
      </w:pPr>
      <w:r w:rsidRPr="0078197D">
        <w:rPr>
          <w:rFonts w:ascii="Times New Roman" w:hAnsi="Times New Roman"/>
          <w:b/>
          <w:sz w:val="32"/>
        </w:rPr>
        <w:t>ПОСТАНОВЛЕНИЕ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D9451F" w:rsidP="00750C53">
      <w:pPr>
        <w:suppressAutoHyphens/>
        <w:ind w:firstLine="0"/>
        <w:jc w:val="left"/>
        <w:rPr>
          <w:rFonts w:ascii="Times New Roman" w:hAnsi="Times New Roman"/>
        </w:rPr>
      </w:pPr>
      <w:r w:rsidRPr="0078197D">
        <w:rPr>
          <w:rFonts w:ascii="Times New Roman" w:hAnsi="Times New Roman"/>
        </w:rPr>
        <w:t xml:space="preserve">      ___ </w:t>
      </w:r>
      <w:r w:rsidR="00086C71" w:rsidRPr="0078197D">
        <w:rPr>
          <w:rFonts w:ascii="Times New Roman" w:hAnsi="Times New Roman"/>
        </w:rPr>
        <w:t xml:space="preserve"> </w:t>
      </w:r>
      <w:r w:rsidR="006971E2">
        <w:rPr>
          <w:rFonts w:ascii="Times New Roman" w:hAnsi="Times New Roman"/>
        </w:rPr>
        <w:t>декабря</w:t>
      </w:r>
      <w:r w:rsidRPr="0078197D">
        <w:rPr>
          <w:rFonts w:ascii="Times New Roman" w:hAnsi="Times New Roman"/>
        </w:rPr>
        <w:t xml:space="preserve"> 2023</w:t>
      </w:r>
      <w:r w:rsidR="00FF01F9">
        <w:rPr>
          <w:rFonts w:ascii="Times New Roman" w:hAnsi="Times New Roman"/>
        </w:rPr>
        <w:t xml:space="preserve"> года</w:t>
      </w:r>
      <w:r w:rsidR="00FF01F9">
        <w:rPr>
          <w:rFonts w:ascii="Times New Roman" w:hAnsi="Times New Roman"/>
        </w:rPr>
        <w:tab/>
      </w:r>
      <w:r w:rsidR="006313DE" w:rsidRPr="0078197D">
        <w:rPr>
          <w:rFonts w:ascii="Times New Roman" w:hAnsi="Times New Roman"/>
        </w:rPr>
        <w:tab/>
      </w:r>
      <w:r w:rsidR="00FF01F9">
        <w:rPr>
          <w:rFonts w:ascii="Times New Roman" w:hAnsi="Times New Roman"/>
        </w:rPr>
        <w:t xml:space="preserve">                                                                        </w:t>
      </w:r>
      <w:r w:rsidR="006313DE" w:rsidRPr="0078197D">
        <w:rPr>
          <w:rFonts w:ascii="Times New Roman" w:hAnsi="Times New Roman"/>
        </w:rPr>
        <w:t xml:space="preserve"> №</w:t>
      </w:r>
      <w:r w:rsidRPr="0078197D">
        <w:rPr>
          <w:rFonts w:ascii="Times New Roman" w:hAnsi="Times New Roman"/>
        </w:rPr>
        <w:t>____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E37424" w:rsidRPr="0078197D" w:rsidRDefault="00E37424" w:rsidP="006313DE">
      <w:pPr>
        <w:suppressAutoHyphens/>
        <w:ind w:firstLine="709"/>
        <w:jc w:val="center"/>
        <w:rPr>
          <w:rFonts w:ascii="Times New Roman" w:hAnsi="Times New Roman"/>
        </w:rPr>
      </w:pPr>
      <w:r w:rsidRPr="0078197D">
        <w:rPr>
          <w:rFonts w:ascii="Times New Roman" w:hAnsi="Times New Roman"/>
        </w:rPr>
        <w:t>г. Шилка</w:t>
      </w:r>
    </w:p>
    <w:p w:rsidR="006313DE" w:rsidRPr="0078197D" w:rsidRDefault="006313DE" w:rsidP="00750C53">
      <w:pPr>
        <w:suppressAutoHyphens/>
        <w:ind w:firstLine="0"/>
        <w:rPr>
          <w:rFonts w:ascii="Times New Roman" w:hAnsi="Times New Roman"/>
        </w:rPr>
      </w:pPr>
    </w:p>
    <w:p w:rsidR="009F5040" w:rsidRPr="0078197D" w:rsidRDefault="006971E2" w:rsidP="00B86A37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нормативах потребления твердого топлива для неблагоустроенного жилого фонда в жилых домах Шилкинского района Забайкальского края</w:t>
      </w: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9F5040" w:rsidRPr="0078197D" w:rsidRDefault="009F5040" w:rsidP="006313DE">
      <w:pPr>
        <w:suppressAutoHyphens/>
        <w:ind w:firstLine="709"/>
        <w:jc w:val="center"/>
        <w:rPr>
          <w:rFonts w:ascii="Times New Roman" w:hAnsi="Times New Roman"/>
        </w:rPr>
      </w:pPr>
    </w:p>
    <w:p w:rsidR="006313DE" w:rsidRPr="0078197D" w:rsidRDefault="00F97643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Забайкальского края от 16.10.2008 года №-59-ЗЗК «О реализации на территории Забайкальского края отдельных положений Лесного кодекса Российской Федерации»</w:t>
      </w:r>
      <w:r w:rsidR="006E4FFA">
        <w:rPr>
          <w:rFonts w:ascii="Times New Roman" w:hAnsi="Times New Roman"/>
          <w:sz w:val="28"/>
          <w:szCs w:val="28"/>
        </w:rPr>
        <w:t xml:space="preserve">, руководствуясь статьей 25 Устава муниципального района </w:t>
      </w:r>
      <w:r w:rsidR="004627D3">
        <w:rPr>
          <w:rFonts w:ascii="Times New Roman" w:hAnsi="Times New Roman"/>
          <w:sz w:val="28"/>
          <w:szCs w:val="28"/>
        </w:rPr>
        <w:t>«Шилкинский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администрация</w:t>
      </w:r>
      <w:r w:rsidR="00171121" w:rsidRPr="0078197D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BB103B" w:rsidRPr="0078197D">
        <w:rPr>
          <w:rFonts w:ascii="Times New Roman" w:hAnsi="Times New Roman"/>
          <w:sz w:val="28"/>
          <w:szCs w:val="28"/>
        </w:rPr>
        <w:t>постановляет</w:t>
      </w:r>
      <w:r w:rsidR="006C7972" w:rsidRPr="0078197D">
        <w:rPr>
          <w:rFonts w:ascii="Times New Roman" w:hAnsi="Times New Roman"/>
          <w:sz w:val="28"/>
          <w:szCs w:val="28"/>
        </w:rPr>
        <w:t>:</w:t>
      </w:r>
    </w:p>
    <w:p w:rsidR="006313DE" w:rsidRPr="0078197D" w:rsidRDefault="006313DE" w:rsidP="006313DE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E79FB" w:rsidRPr="004627D3" w:rsidRDefault="004627D3" w:rsidP="004627D3">
      <w:pPr>
        <w:pStyle w:val="af"/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sz w:val="28"/>
          <w:szCs w:val="28"/>
        </w:rPr>
      </w:pPr>
      <w:r w:rsidRPr="004627D3">
        <w:rPr>
          <w:rFonts w:ascii="Times New Roman" w:hAnsi="Times New Roman"/>
          <w:sz w:val="28"/>
          <w:szCs w:val="28"/>
        </w:rPr>
        <w:t xml:space="preserve">Установить норматив потребления твердого топлива (дрова) для неблагоустроенного жилого фонда в жилых домах Шилкинского района Забайкальского края: на 1 кв.м в год необходимо 0,5 куб.м.дров. </w:t>
      </w:r>
    </w:p>
    <w:p w:rsidR="004627D3" w:rsidRPr="004627D3" w:rsidRDefault="004627D3" w:rsidP="004627D3">
      <w:pPr>
        <w:suppressAutoHyphens/>
        <w:ind w:left="65" w:firstLine="0"/>
        <w:rPr>
          <w:rFonts w:ascii="Times New Roman" w:hAnsi="Times New Roman"/>
          <w:sz w:val="28"/>
          <w:szCs w:val="28"/>
        </w:rPr>
      </w:pPr>
    </w:p>
    <w:p w:rsidR="006244A2" w:rsidRDefault="004627D3" w:rsidP="004627D3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313DE" w:rsidRPr="0078197D">
        <w:rPr>
          <w:rFonts w:ascii="Times New Roman" w:hAnsi="Times New Roman"/>
          <w:sz w:val="28"/>
          <w:szCs w:val="28"/>
        </w:rPr>
        <w:t xml:space="preserve">. </w:t>
      </w:r>
      <w:r w:rsidRPr="004627D3">
        <w:rPr>
          <w:rFonts w:ascii="Times New Roman" w:hAnsi="Times New Roman"/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“Шилкинский район” в информационно-телекоммуникационной сети Интернет.</w:t>
      </w:r>
    </w:p>
    <w:p w:rsidR="00750C53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750C53" w:rsidRPr="0078197D" w:rsidRDefault="00750C53" w:rsidP="00750C53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9F5040" w:rsidRPr="0078197D" w:rsidRDefault="009F5040" w:rsidP="00B86A3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78197D">
        <w:rPr>
          <w:rFonts w:ascii="Times New Roman" w:hAnsi="Times New Roman"/>
          <w:sz w:val="28"/>
          <w:szCs w:val="28"/>
        </w:rPr>
        <w:t>Глава</w:t>
      </w:r>
      <w:r w:rsidR="006313DE" w:rsidRPr="0078197D">
        <w:rPr>
          <w:rFonts w:ascii="Times New Roman" w:hAnsi="Times New Roman"/>
          <w:sz w:val="28"/>
          <w:szCs w:val="28"/>
        </w:rPr>
        <w:t xml:space="preserve"> </w:t>
      </w:r>
      <w:r w:rsidR="00F033D9" w:rsidRPr="0078197D">
        <w:rPr>
          <w:rFonts w:ascii="Times New Roman" w:hAnsi="Times New Roman"/>
          <w:sz w:val="28"/>
          <w:szCs w:val="28"/>
        </w:rPr>
        <w:t xml:space="preserve">муниципального </w:t>
      </w:r>
      <w:r w:rsidRPr="0078197D">
        <w:rPr>
          <w:rFonts w:ascii="Times New Roman" w:hAnsi="Times New Roman"/>
          <w:sz w:val="28"/>
          <w:szCs w:val="28"/>
        </w:rPr>
        <w:t>района</w:t>
      </w:r>
      <w:r w:rsidR="004627D3">
        <w:rPr>
          <w:rFonts w:ascii="Times New Roman" w:hAnsi="Times New Roman"/>
          <w:sz w:val="28"/>
          <w:szCs w:val="28"/>
        </w:rPr>
        <w:t xml:space="preserve"> </w:t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</w:r>
      <w:r w:rsidR="004627D3">
        <w:rPr>
          <w:rFonts w:ascii="Times New Roman" w:hAnsi="Times New Roman"/>
          <w:sz w:val="28"/>
          <w:szCs w:val="28"/>
        </w:rPr>
        <w:tab/>
        <w:t xml:space="preserve">       </w:t>
      </w:r>
      <w:r w:rsidR="00096BF1" w:rsidRPr="0078197D">
        <w:rPr>
          <w:rFonts w:ascii="Times New Roman" w:hAnsi="Times New Roman"/>
          <w:sz w:val="28"/>
          <w:szCs w:val="28"/>
        </w:rPr>
        <w:t>С.В.</w:t>
      </w:r>
      <w:r w:rsidR="00D9451F" w:rsidRPr="0078197D">
        <w:rPr>
          <w:rFonts w:ascii="Times New Roman" w:hAnsi="Times New Roman"/>
          <w:sz w:val="28"/>
          <w:szCs w:val="28"/>
        </w:rPr>
        <w:t xml:space="preserve"> </w:t>
      </w:r>
      <w:r w:rsidR="00096BF1" w:rsidRPr="0078197D">
        <w:rPr>
          <w:rFonts w:ascii="Times New Roman" w:hAnsi="Times New Roman"/>
          <w:sz w:val="28"/>
          <w:szCs w:val="28"/>
        </w:rPr>
        <w:t>Воробьёв</w:t>
      </w:r>
    </w:p>
    <w:p w:rsidR="00171121" w:rsidRPr="004627D3" w:rsidRDefault="004627D3" w:rsidP="004627D3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4627D3">
        <w:rPr>
          <w:rFonts w:ascii="Times New Roman" w:hAnsi="Times New Roman"/>
          <w:sz w:val="28"/>
          <w:szCs w:val="28"/>
        </w:rPr>
        <w:t>«Шилкинский район»</w:t>
      </w:r>
    </w:p>
    <w:sectPr w:rsidR="00171121" w:rsidRPr="004627D3" w:rsidSect="00FF01F9">
      <w:type w:val="continuous"/>
      <w:pgSz w:w="11906" w:h="16838" w:code="9"/>
      <w:pgMar w:top="720" w:right="1133" w:bottom="720" w:left="1843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FF5" w:rsidRDefault="00D11FF5" w:rsidP="007B045B">
      <w:r>
        <w:separator/>
      </w:r>
    </w:p>
  </w:endnote>
  <w:endnote w:type="continuationSeparator" w:id="0">
    <w:p w:rsidR="00D11FF5" w:rsidRDefault="00D11FF5" w:rsidP="007B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FF5" w:rsidRDefault="00D11FF5" w:rsidP="007B045B">
      <w:r>
        <w:separator/>
      </w:r>
    </w:p>
  </w:footnote>
  <w:footnote w:type="continuationSeparator" w:id="0">
    <w:p w:rsidR="00D11FF5" w:rsidRDefault="00D11FF5" w:rsidP="007B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8D9"/>
    <w:multiLevelType w:val="hybridMultilevel"/>
    <w:tmpl w:val="1DC694AC"/>
    <w:lvl w:ilvl="0" w:tplc="DFD6A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21D1E"/>
    <w:multiLevelType w:val="hybridMultilevel"/>
    <w:tmpl w:val="7B00163C"/>
    <w:lvl w:ilvl="0" w:tplc="36083AC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" w15:restartNumberingAfterBreak="0">
    <w:nsid w:val="31AA1091"/>
    <w:multiLevelType w:val="hybridMultilevel"/>
    <w:tmpl w:val="E4B23F8C"/>
    <w:lvl w:ilvl="0" w:tplc="2730C5FC">
      <w:start w:val="1"/>
      <w:numFmt w:val="decimal"/>
      <w:lvlText w:val="%1."/>
      <w:lvlJc w:val="left"/>
      <w:pPr>
        <w:ind w:left="47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D9"/>
    <w:rsid w:val="000826B5"/>
    <w:rsid w:val="00086C71"/>
    <w:rsid w:val="00096BF1"/>
    <w:rsid w:val="00101BD6"/>
    <w:rsid w:val="00111BCD"/>
    <w:rsid w:val="00121AFC"/>
    <w:rsid w:val="0013412F"/>
    <w:rsid w:val="00171121"/>
    <w:rsid w:val="00206A67"/>
    <w:rsid w:val="002221EC"/>
    <w:rsid w:val="002612F3"/>
    <w:rsid w:val="00277600"/>
    <w:rsid w:val="002835FE"/>
    <w:rsid w:val="002C5E49"/>
    <w:rsid w:val="002D77DA"/>
    <w:rsid w:val="00357F62"/>
    <w:rsid w:val="0036088D"/>
    <w:rsid w:val="003743DD"/>
    <w:rsid w:val="00394ED1"/>
    <w:rsid w:val="00395A32"/>
    <w:rsid w:val="003D423F"/>
    <w:rsid w:val="003E7F52"/>
    <w:rsid w:val="003F68AF"/>
    <w:rsid w:val="00405CD5"/>
    <w:rsid w:val="00422FA6"/>
    <w:rsid w:val="004627D3"/>
    <w:rsid w:val="004E2F07"/>
    <w:rsid w:val="004E4D1C"/>
    <w:rsid w:val="005008A8"/>
    <w:rsid w:val="00540DF3"/>
    <w:rsid w:val="005A35A0"/>
    <w:rsid w:val="00602CD4"/>
    <w:rsid w:val="00617C0F"/>
    <w:rsid w:val="006244A2"/>
    <w:rsid w:val="006313DE"/>
    <w:rsid w:val="00646A46"/>
    <w:rsid w:val="00666863"/>
    <w:rsid w:val="006971E2"/>
    <w:rsid w:val="006C7972"/>
    <w:rsid w:val="006D3B8D"/>
    <w:rsid w:val="006E4FFA"/>
    <w:rsid w:val="00750C53"/>
    <w:rsid w:val="0078197D"/>
    <w:rsid w:val="007B045B"/>
    <w:rsid w:val="00884FB6"/>
    <w:rsid w:val="008C44D7"/>
    <w:rsid w:val="00920FC0"/>
    <w:rsid w:val="00943F25"/>
    <w:rsid w:val="009474B6"/>
    <w:rsid w:val="0099683C"/>
    <w:rsid w:val="009A57B3"/>
    <w:rsid w:val="009D729A"/>
    <w:rsid w:val="009F5040"/>
    <w:rsid w:val="00A265E5"/>
    <w:rsid w:val="00A3379C"/>
    <w:rsid w:val="00A4722D"/>
    <w:rsid w:val="00A734E5"/>
    <w:rsid w:val="00A84FDD"/>
    <w:rsid w:val="00AA2CD1"/>
    <w:rsid w:val="00AE65F3"/>
    <w:rsid w:val="00B143B9"/>
    <w:rsid w:val="00B86A37"/>
    <w:rsid w:val="00BA0B7A"/>
    <w:rsid w:val="00BB103B"/>
    <w:rsid w:val="00C97C69"/>
    <w:rsid w:val="00CA2F76"/>
    <w:rsid w:val="00D11FF5"/>
    <w:rsid w:val="00D61BE8"/>
    <w:rsid w:val="00D902FD"/>
    <w:rsid w:val="00D9451F"/>
    <w:rsid w:val="00DA245A"/>
    <w:rsid w:val="00DE79FB"/>
    <w:rsid w:val="00DF002D"/>
    <w:rsid w:val="00DF38AF"/>
    <w:rsid w:val="00E23746"/>
    <w:rsid w:val="00E25E90"/>
    <w:rsid w:val="00E35227"/>
    <w:rsid w:val="00E35F7E"/>
    <w:rsid w:val="00E37424"/>
    <w:rsid w:val="00E7732C"/>
    <w:rsid w:val="00F033D9"/>
    <w:rsid w:val="00F0357E"/>
    <w:rsid w:val="00F24348"/>
    <w:rsid w:val="00F440EA"/>
    <w:rsid w:val="00F97643"/>
    <w:rsid w:val="00FA1A48"/>
    <w:rsid w:val="00FC62F7"/>
    <w:rsid w:val="00F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A2F34"/>
  <w15:docId w15:val="{17DD3591-A246-4D8C-B925-E4C0C554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86A3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B86A3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86A3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86A3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86A3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autoSpaceDE w:val="0"/>
      <w:autoSpaceDN w:val="0"/>
    </w:pPr>
    <w:rPr>
      <w:bCs/>
      <w:sz w:val="36"/>
      <w:szCs w:val="20"/>
    </w:rPr>
  </w:style>
  <w:style w:type="paragraph" w:styleId="a4">
    <w:name w:val="No Spacing"/>
    <w:uiPriority w:val="1"/>
    <w:qFormat/>
    <w:rsid w:val="00A265E5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A35A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A35A0"/>
    <w:rPr>
      <w:rFonts w:ascii="Tahoma" w:hAnsi="Tahoma" w:cs="Tahoma"/>
      <w:bCs/>
      <w:sz w:val="16"/>
      <w:szCs w:val="16"/>
    </w:rPr>
  </w:style>
  <w:style w:type="character" w:customStyle="1" w:styleId="apple-converted-space">
    <w:name w:val="apple-converted-space"/>
    <w:basedOn w:val="a0"/>
    <w:rsid w:val="00357F62"/>
  </w:style>
  <w:style w:type="character" w:styleId="a7">
    <w:name w:val="Hyperlink"/>
    <w:basedOn w:val="a0"/>
    <w:rsid w:val="00B86A3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86A3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86A3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86A3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86A37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B86A37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B86A3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86A3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86A3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6A3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6A3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a">
    <w:name w:val="FollowedHyperlink"/>
    <w:basedOn w:val="a0"/>
    <w:uiPriority w:val="99"/>
    <w:semiHidden/>
    <w:unhideWhenUsed/>
    <w:rsid w:val="00B86A37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B045B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B04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B045B"/>
    <w:rPr>
      <w:rFonts w:ascii="Arial" w:hAnsi="Arial"/>
      <w:sz w:val="24"/>
      <w:szCs w:val="24"/>
    </w:rPr>
  </w:style>
  <w:style w:type="paragraph" w:styleId="af">
    <w:name w:val="List Paragraph"/>
    <w:basedOn w:val="a"/>
    <w:uiPriority w:val="34"/>
    <w:qFormat/>
    <w:rsid w:val="00D94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D591-40AC-46CB-AAEE-245BAAE4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123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CTC Company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Вячеславовна Тимофеева</cp:lastModifiedBy>
  <cp:revision>4</cp:revision>
  <cp:lastPrinted>2023-12-04T00:44:00Z</cp:lastPrinted>
  <dcterms:created xsi:type="dcterms:W3CDTF">2023-12-01T07:08:00Z</dcterms:created>
  <dcterms:modified xsi:type="dcterms:W3CDTF">2023-12-04T05:33:00Z</dcterms:modified>
</cp:coreProperties>
</file>